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905" w:rsidRPr="00EB5905" w:rsidRDefault="004D47EF" w:rsidP="00EB5905">
      <w:pPr>
        <w:ind w:firstLine="720"/>
        <w:jc w:val="both"/>
        <w:rPr>
          <w:sz w:val="28"/>
        </w:rPr>
      </w:pPr>
      <w:r w:rsidRPr="001D6AC6">
        <w:rPr>
          <w:noProof/>
          <w:sz w:val="40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379D78CA" wp14:editId="2F2FACA9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19812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98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4175" w:rsidRDefault="00A44175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EB5905" w:rsidP="00EB590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B5905">
                              <w:rPr>
                                <w:sz w:val="28"/>
                                <w:szCs w:val="28"/>
                              </w:rPr>
                              <w:t>О внесении изменений в постановление администрации города Искитима Новосибирской области от 17.01.2023 года № 48 «Об утверждении базовых нормативов затрат на оказание муниципальных услуг (выполнение работ) муниципальными учреждениями, подведомственными МКУ Управление культуры города Искитима и корректирующих коэффициентов на 2023 год и плановый период 2024 и 2025 годов» (в ред. постановлений администрации города Искитима от 05.04.2023 №598, от 30.06.2023 №1292, от 18.08.2023 №1639, от 21.08.2023 №1647, от 27.10.2023 №2154)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156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" filled="f" stroked="f">
                <v:textbox inset="0,0,0,0">
                  <w:txbxContent>
                    <w:p w:rsidR="00A44175" w:rsidRDefault="00A44175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EB5905" w:rsidP="00EB590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proofErr w:type="gramStart"/>
                      <w:r w:rsidRPr="00EB5905">
                        <w:rPr>
                          <w:sz w:val="28"/>
                          <w:szCs w:val="28"/>
                        </w:rPr>
                        <w:t xml:space="preserve">О внесении изменений в постановление администрации города </w:t>
                      </w:r>
                      <w:proofErr w:type="spellStart"/>
                      <w:r w:rsidRPr="00EB5905">
                        <w:rPr>
                          <w:sz w:val="28"/>
                          <w:szCs w:val="28"/>
                        </w:rPr>
                        <w:t>Искитима</w:t>
                      </w:r>
                      <w:proofErr w:type="spellEnd"/>
                      <w:r w:rsidRPr="00EB5905">
                        <w:rPr>
                          <w:sz w:val="28"/>
                          <w:szCs w:val="28"/>
                        </w:rPr>
                        <w:t xml:space="preserve"> Новосибирской области от 17.01.2023 года № 48 </w:t>
                      </w:r>
                      <w:bookmarkEnd w:id="1"/>
                      <w:r w:rsidRPr="00EB5905">
                        <w:rPr>
                          <w:sz w:val="28"/>
                          <w:szCs w:val="28"/>
                        </w:rPr>
                        <w:t xml:space="preserve">«Об утверждении базовых нормативов затрат на оказание муниципальных услуг (выполнение работ) муниципальными учреждениями, подведомственными МКУ Управление культуры города </w:t>
                      </w:r>
                      <w:proofErr w:type="spellStart"/>
                      <w:r w:rsidRPr="00EB5905">
                        <w:rPr>
                          <w:sz w:val="28"/>
                          <w:szCs w:val="28"/>
                        </w:rPr>
                        <w:t>Искитима</w:t>
                      </w:r>
                      <w:proofErr w:type="spellEnd"/>
                      <w:r w:rsidRPr="00EB5905">
                        <w:rPr>
                          <w:sz w:val="28"/>
                          <w:szCs w:val="28"/>
                        </w:rPr>
                        <w:t xml:space="preserve"> и корректирующих коэффициентов на 2023 год и плановый период 2024 и 2025 годов» (в ред. постановлений администрации города </w:t>
                      </w:r>
                      <w:proofErr w:type="spellStart"/>
                      <w:r w:rsidRPr="00EB5905">
                        <w:rPr>
                          <w:sz w:val="28"/>
                          <w:szCs w:val="28"/>
                        </w:rPr>
                        <w:t>Искитима</w:t>
                      </w:r>
                      <w:proofErr w:type="spellEnd"/>
                      <w:r w:rsidRPr="00EB5905">
                        <w:rPr>
                          <w:sz w:val="28"/>
                          <w:szCs w:val="28"/>
                        </w:rPr>
                        <w:t xml:space="preserve"> от 05.04.2023 №598, от 30.06.2023 №1292, от 18.08.2023</w:t>
                      </w:r>
                      <w:proofErr w:type="gramEnd"/>
                      <w:r w:rsidRPr="00EB5905">
                        <w:rPr>
                          <w:sz w:val="28"/>
                          <w:szCs w:val="28"/>
                        </w:rPr>
                        <w:t xml:space="preserve"> №</w:t>
                      </w:r>
                      <w:proofErr w:type="gramStart"/>
                      <w:r w:rsidRPr="00EB5905">
                        <w:rPr>
                          <w:sz w:val="28"/>
                          <w:szCs w:val="28"/>
                        </w:rPr>
                        <w:t>1639, от 21.08.2023 №1647, от 27.10.2023 №2154)</w:t>
                      </w:r>
                      <w:proofErr w:type="gramEnd"/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Pr="001D6AC6">
        <w:rPr>
          <w:noProof/>
          <w:sz w:val="40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52FF899D" wp14:editId="304F2B0C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Pr="001D6AC6">
        <w:rPr>
          <w:noProof/>
          <w:sz w:val="40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68332B1F" wp14:editId="0E0A3435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EB5905">
                              <w:rPr>
                                <w:sz w:val="24"/>
                                <w:u w:val="single"/>
                              </w:rPr>
                              <w:t>16</w:t>
                            </w:r>
                            <w:r w:rsidR="00A44175">
                              <w:rPr>
                                <w:sz w:val="24"/>
                                <w:u w:val="single"/>
                              </w:rPr>
                              <w:t>.11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162D4">
                              <w:rPr>
                                <w:sz w:val="24"/>
                                <w:u w:val="single"/>
                              </w:rPr>
                              <w:t>23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EB5905">
                              <w:rPr>
                                <w:sz w:val="24"/>
                                <w:u w:val="single"/>
                              </w:rPr>
                              <w:t>2298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EB5905">
                        <w:rPr>
                          <w:sz w:val="24"/>
                          <w:u w:val="single"/>
                        </w:rPr>
                        <w:t>16</w:t>
                      </w:r>
                      <w:r w:rsidR="00A44175">
                        <w:rPr>
                          <w:sz w:val="24"/>
                          <w:u w:val="single"/>
                        </w:rPr>
                        <w:t>.11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162D4">
                        <w:rPr>
                          <w:sz w:val="24"/>
                          <w:u w:val="single"/>
                        </w:rPr>
                        <w:t>23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EB5905">
                        <w:rPr>
                          <w:sz w:val="24"/>
                          <w:u w:val="single"/>
                        </w:rPr>
                        <w:t>2298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EB5905" w:rsidRPr="00EB5905">
        <w:rPr>
          <w:sz w:val="28"/>
        </w:rPr>
        <w:t>В соответствии с постановлением администрации города Искитима Новосибирской области от 11.12.2015 № 2333 «Об утверждении Порядка формирования муниципального задания на оказание муниципальных услуг (выполнение работ) в отношении муниципальных учреждений города Искитима и финансового обеспечения выполнения муниципального задания», администрация города Искитима Новосибирской области</w:t>
      </w:r>
    </w:p>
    <w:p w:rsidR="00EB5905" w:rsidRPr="00EB5905" w:rsidRDefault="00EB5905" w:rsidP="00EB5905">
      <w:pPr>
        <w:ind w:firstLine="720"/>
        <w:jc w:val="both"/>
        <w:rPr>
          <w:sz w:val="28"/>
        </w:rPr>
      </w:pPr>
    </w:p>
    <w:p w:rsidR="00EB5905" w:rsidRPr="00EB5905" w:rsidRDefault="00EB5905" w:rsidP="00EB5905">
      <w:pPr>
        <w:ind w:firstLine="720"/>
        <w:jc w:val="both"/>
        <w:rPr>
          <w:sz w:val="28"/>
        </w:rPr>
      </w:pPr>
      <w:r w:rsidRPr="00EB5905">
        <w:rPr>
          <w:sz w:val="28"/>
        </w:rPr>
        <w:t>ПОСТАНОВЛЯЕТ:</w:t>
      </w:r>
    </w:p>
    <w:p w:rsidR="00EB5905" w:rsidRPr="00EB5905" w:rsidRDefault="00EB5905" w:rsidP="00EB5905">
      <w:pPr>
        <w:ind w:firstLine="720"/>
        <w:jc w:val="both"/>
        <w:rPr>
          <w:sz w:val="28"/>
        </w:rPr>
      </w:pPr>
    </w:p>
    <w:p w:rsidR="00EB5905" w:rsidRPr="00EB5905" w:rsidRDefault="00EB5905" w:rsidP="00EB5905">
      <w:pPr>
        <w:ind w:firstLine="720"/>
        <w:jc w:val="both"/>
        <w:rPr>
          <w:sz w:val="28"/>
        </w:rPr>
      </w:pPr>
      <w:r w:rsidRPr="00EB5905">
        <w:rPr>
          <w:sz w:val="28"/>
        </w:rPr>
        <w:t xml:space="preserve">1.Внести в постановление администрации города Искитима Новосибирской области от 17.01.2023 года № 48 «Об утверждении базовых нормативов затрат на оказание муниципальных услуг (выполнение работ) муниципальными учреждениями, подведомственными МКУ Управление культуры города Искитима и корректирующих коэффициентов на 2023 год и плановый период 2024 и 2025 годов» (в ред. постановлений администрации города Искитима от 05.04.2023 №598, от 30.06.2023 №1292, 18.08.2023 №1639, 21.08.2023 №1647, 27.10.2023 №2154) (далее – постановление), следующие изменения: </w:t>
      </w:r>
    </w:p>
    <w:p w:rsidR="00EB5905" w:rsidRPr="00EB5905" w:rsidRDefault="00EB5905" w:rsidP="00EB5905">
      <w:pPr>
        <w:ind w:firstLine="720"/>
        <w:jc w:val="both"/>
        <w:rPr>
          <w:sz w:val="28"/>
        </w:rPr>
      </w:pPr>
      <w:r w:rsidRPr="00EB5905">
        <w:rPr>
          <w:sz w:val="28"/>
        </w:rPr>
        <w:t>1.1 Приложение 1 к постановлению изложить в редакции, согласно приложению 1 к настоящему постановлению;</w:t>
      </w:r>
    </w:p>
    <w:p w:rsidR="00EB5905" w:rsidRPr="00EB5905" w:rsidRDefault="00EB5905" w:rsidP="00EB5905">
      <w:pPr>
        <w:ind w:firstLine="720"/>
        <w:jc w:val="both"/>
        <w:rPr>
          <w:sz w:val="28"/>
        </w:rPr>
      </w:pPr>
      <w:r w:rsidRPr="00EB5905">
        <w:rPr>
          <w:sz w:val="28"/>
        </w:rPr>
        <w:t>1.2. Приложение 4 к постановлению изложить в редакции, согласно приложению 2 к настоящему постановлению;</w:t>
      </w:r>
    </w:p>
    <w:p w:rsidR="00EB5905" w:rsidRPr="00EB5905" w:rsidRDefault="00EB5905" w:rsidP="00EB5905">
      <w:pPr>
        <w:ind w:firstLine="720"/>
        <w:jc w:val="both"/>
        <w:rPr>
          <w:sz w:val="28"/>
        </w:rPr>
      </w:pPr>
      <w:r w:rsidRPr="00EB5905">
        <w:rPr>
          <w:sz w:val="28"/>
        </w:rPr>
        <w:lastRenderedPageBreak/>
        <w:t>1.3 Приложение 7 к постановлению изложить в редакции, согласно приложению 3 к настоящему постановлению.</w:t>
      </w:r>
    </w:p>
    <w:p w:rsidR="00EB5905" w:rsidRPr="00EB5905" w:rsidRDefault="00EB5905" w:rsidP="00EB5905">
      <w:pPr>
        <w:ind w:firstLine="720"/>
        <w:jc w:val="both"/>
        <w:rPr>
          <w:sz w:val="28"/>
        </w:rPr>
      </w:pPr>
      <w:r w:rsidRPr="00EB5905">
        <w:rPr>
          <w:sz w:val="28"/>
        </w:rPr>
        <w:t xml:space="preserve">2. Настоящее постановление применяется при расчете объема финансового обеспечения выполнения муниципального задания, начиная с 16.11.2023 года. </w:t>
      </w:r>
    </w:p>
    <w:p w:rsidR="001D6AC6" w:rsidRDefault="00EB5905" w:rsidP="00EB5905">
      <w:pPr>
        <w:ind w:firstLine="720"/>
        <w:jc w:val="both"/>
        <w:rPr>
          <w:sz w:val="28"/>
        </w:rPr>
      </w:pPr>
      <w:r w:rsidRPr="00EB5905">
        <w:rPr>
          <w:sz w:val="28"/>
        </w:rPr>
        <w:t>3. Настоящее постановление разместить на официальном сайте администрации города Искитима</w:t>
      </w:r>
    </w:p>
    <w:p w:rsidR="00A44175" w:rsidRDefault="00A44175" w:rsidP="001D6AC6">
      <w:pPr>
        <w:ind w:firstLine="720"/>
        <w:jc w:val="both"/>
        <w:rPr>
          <w:sz w:val="28"/>
        </w:rPr>
      </w:pPr>
    </w:p>
    <w:p w:rsidR="00EB5905" w:rsidRPr="001670E9" w:rsidRDefault="00EB5905" w:rsidP="001D6AC6">
      <w:pPr>
        <w:ind w:firstLine="720"/>
        <w:jc w:val="both"/>
        <w:rPr>
          <w:sz w:val="28"/>
        </w:rPr>
      </w:pPr>
    </w:p>
    <w:p w:rsidR="0035002B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С.В.Завражин</w:t>
      </w:r>
    </w:p>
    <w:sectPr w:rsidR="0035002B" w:rsidSect="001D6AC6">
      <w:pgSz w:w="11906" w:h="16838" w:code="9"/>
      <w:pgMar w:top="1134" w:right="567" w:bottom="851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0EB" w:rsidRDefault="004860EB">
      <w:r>
        <w:separator/>
      </w:r>
    </w:p>
  </w:endnote>
  <w:endnote w:type="continuationSeparator" w:id="0">
    <w:p w:rsidR="004860EB" w:rsidRDefault="00486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0EB" w:rsidRDefault="004860EB">
      <w:r>
        <w:separator/>
      </w:r>
    </w:p>
  </w:footnote>
  <w:footnote w:type="continuationSeparator" w:id="0">
    <w:p w:rsidR="004860EB" w:rsidRDefault="004860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24CA0"/>
    <w:rsid w:val="00043165"/>
    <w:rsid w:val="000901B0"/>
    <w:rsid w:val="0009265D"/>
    <w:rsid w:val="00092833"/>
    <w:rsid w:val="000A66A6"/>
    <w:rsid w:val="000B4D9F"/>
    <w:rsid w:val="000B501C"/>
    <w:rsid w:val="000B7620"/>
    <w:rsid w:val="000C2669"/>
    <w:rsid w:val="000F4E34"/>
    <w:rsid w:val="00101304"/>
    <w:rsid w:val="00105A5B"/>
    <w:rsid w:val="001162D4"/>
    <w:rsid w:val="00125027"/>
    <w:rsid w:val="00143A16"/>
    <w:rsid w:val="00157CD4"/>
    <w:rsid w:val="00157FFE"/>
    <w:rsid w:val="001670E9"/>
    <w:rsid w:val="0018139F"/>
    <w:rsid w:val="001A6B6A"/>
    <w:rsid w:val="001A7454"/>
    <w:rsid w:val="001B1BB7"/>
    <w:rsid w:val="001D6AC6"/>
    <w:rsid w:val="001E2E99"/>
    <w:rsid w:val="001E6AE2"/>
    <w:rsid w:val="001E6DAD"/>
    <w:rsid w:val="001F552E"/>
    <w:rsid w:val="00230681"/>
    <w:rsid w:val="00244A9A"/>
    <w:rsid w:val="002734EB"/>
    <w:rsid w:val="002755C2"/>
    <w:rsid w:val="00280013"/>
    <w:rsid w:val="00286F28"/>
    <w:rsid w:val="002A6906"/>
    <w:rsid w:val="002B003D"/>
    <w:rsid w:val="002F4451"/>
    <w:rsid w:val="00300456"/>
    <w:rsid w:val="00306B3C"/>
    <w:rsid w:val="00327592"/>
    <w:rsid w:val="00344C0B"/>
    <w:rsid w:val="00347D5F"/>
    <w:rsid w:val="0035002B"/>
    <w:rsid w:val="00356674"/>
    <w:rsid w:val="00365EFD"/>
    <w:rsid w:val="00375206"/>
    <w:rsid w:val="00391199"/>
    <w:rsid w:val="00393F14"/>
    <w:rsid w:val="003D671A"/>
    <w:rsid w:val="003E0638"/>
    <w:rsid w:val="00400125"/>
    <w:rsid w:val="00401461"/>
    <w:rsid w:val="00423BE4"/>
    <w:rsid w:val="0042767A"/>
    <w:rsid w:val="00430D96"/>
    <w:rsid w:val="00445BF4"/>
    <w:rsid w:val="00457E63"/>
    <w:rsid w:val="004860EB"/>
    <w:rsid w:val="00487A70"/>
    <w:rsid w:val="004928FF"/>
    <w:rsid w:val="004A7A20"/>
    <w:rsid w:val="004B11F2"/>
    <w:rsid w:val="004B33B5"/>
    <w:rsid w:val="004D47EF"/>
    <w:rsid w:val="004E0C62"/>
    <w:rsid w:val="004E5553"/>
    <w:rsid w:val="004F206F"/>
    <w:rsid w:val="004F6B92"/>
    <w:rsid w:val="00522AF2"/>
    <w:rsid w:val="00524A44"/>
    <w:rsid w:val="0053089E"/>
    <w:rsid w:val="005601AE"/>
    <w:rsid w:val="00565430"/>
    <w:rsid w:val="00576985"/>
    <w:rsid w:val="0059545A"/>
    <w:rsid w:val="005B180F"/>
    <w:rsid w:val="005E38E7"/>
    <w:rsid w:val="005F0022"/>
    <w:rsid w:val="006357B6"/>
    <w:rsid w:val="006612EB"/>
    <w:rsid w:val="00664926"/>
    <w:rsid w:val="00667F53"/>
    <w:rsid w:val="00672FF1"/>
    <w:rsid w:val="006918EE"/>
    <w:rsid w:val="00693E9D"/>
    <w:rsid w:val="0069690C"/>
    <w:rsid w:val="006A637E"/>
    <w:rsid w:val="006C29E8"/>
    <w:rsid w:val="006E6D6E"/>
    <w:rsid w:val="006E7B9D"/>
    <w:rsid w:val="007116FB"/>
    <w:rsid w:val="00711C4E"/>
    <w:rsid w:val="007141E4"/>
    <w:rsid w:val="00715F96"/>
    <w:rsid w:val="00716870"/>
    <w:rsid w:val="00717C3E"/>
    <w:rsid w:val="0072339F"/>
    <w:rsid w:val="00725595"/>
    <w:rsid w:val="00735DDD"/>
    <w:rsid w:val="00753060"/>
    <w:rsid w:val="00762CFE"/>
    <w:rsid w:val="00781F1F"/>
    <w:rsid w:val="00795795"/>
    <w:rsid w:val="00797B03"/>
    <w:rsid w:val="007A16EC"/>
    <w:rsid w:val="007A5439"/>
    <w:rsid w:val="007D540B"/>
    <w:rsid w:val="007D5E82"/>
    <w:rsid w:val="007E0C72"/>
    <w:rsid w:val="007F7EC5"/>
    <w:rsid w:val="00815012"/>
    <w:rsid w:val="008304AB"/>
    <w:rsid w:val="00846C62"/>
    <w:rsid w:val="00851980"/>
    <w:rsid w:val="008706BC"/>
    <w:rsid w:val="008727DC"/>
    <w:rsid w:val="008A1286"/>
    <w:rsid w:val="008A34D9"/>
    <w:rsid w:val="008B51CB"/>
    <w:rsid w:val="008C39F5"/>
    <w:rsid w:val="008E604A"/>
    <w:rsid w:val="008E72AD"/>
    <w:rsid w:val="0090254F"/>
    <w:rsid w:val="00903973"/>
    <w:rsid w:val="00971032"/>
    <w:rsid w:val="009902EA"/>
    <w:rsid w:val="00995D4D"/>
    <w:rsid w:val="009B012C"/>
    <w:rsid w:val="009B35A0"/>
    <w:rsid w:val="009C29E4"/>
    <w:rsid w:val="009D442B"/>
    <w:rsid w:val="009F303A"/>
    <w:rsid w:val="00A44175"/>
    <w:rsid w:val="00A67263"/>
    <w:rsid w:val="00AA6963"/>
    <w:rsid w:val="00AB2D01"/>
    <w:rsid w:val="00AB6272"/>
    <w:rsid w:val="00AC2FF7"/>
    <w:rsid w:val="00AF25DD"/>
    <w:rsid w:val="00B03C81"/>
    <w:rsid w:val="00B114D3"/>
    <w:rsid w:val="00B16C85"/>
    <w:rsid w:val="00B17B99"/>
    <w:rsid w:val="00B3271F"/>
    <w:rsid w:val="00B611A0"/>
    <w:rsid w:val="00B835F8"/>
    <w:rsid w:val="00B84DA6"/>
    <w:rsid w:val="00B92BBC"/>
    <w:rsid w:val="00BA1B2E"/>
    <w:rsid w:val="00BA2717"/>
    <w:rsid w:val="00BB12DA"/>
    <w:rsid w:val="00BE7508"/>
    <w:rsid w:val="00C069CB"/>
    <w:rsid w:val="00C11E71"/>
    <w:rsid w:val="00C32CBD"/>
    <w:rsid w:val="00C32EC5"/>
    <w:rsid w:val="00C57291"/>
    <w:rsid w:val="00C66753"/>
    <w:rsid w:val="00C9223A"/>
    <w:rsid w:val="00C961F1"/>
    <w:rsid w:val="00CC333D"/>
    <w:rsid w:val="00CC37A0"/>
    <w:rsid w:val="00CD125A"/>
    <w:rsid w:val="00CD2CA7"/>
    <w:rsid w:val="00CD42FD"/>
    <w:rsid w:val="00CD73B8"/>
    <w:rsid w:val="00CE3405"/>
    <w:rsid w:val="00D05C2F"/>
    <w:rsid w:val="00D35F18"/>
    <w:rsid w:val="00D514EC"/>
    <w:rsid w:val="00D53E40"/>
    <w:rsid w:val="00D61BA5"/>
    <w:rsid w:val="00D70CBD"/>
    <w:rsid w:val="00D764E6"/>
    <w:rsid w:val="00D93BEB"/>
    <w:rsid w:val="00DA1587"/>
    <w:rsid w:val="00DE41E4"/>
    <w:rsid w:val="00DE5633"/>
    <w:rsid w:val="00DF53B8"/>
    <w:rsid w:val="00E175E3"/>
    <w:rsid w:val="00E3079D"/>
    <w:rsid w:val="00E45AA3"/>
    <w:rsid w:val="00E47C15"/>
    <w:rsid w:val="00E5725B"/>
    <w:rsid w:val="00E664D3"/>
    <w:rsid w:val="00E701DB"/>
    <w:rsid w:val="00E703E1"/>
    <w:rsid w:val="00E70E6F"/>
    <w:rsid w:val="00E9028E"/>
    <w:rsid w:val="00E915BD"/>
    <w:rsid w:val="00EB5905"/>
    <w:rsid w:val="00EC0162"/>
    <w:rsid w:val="00EC3D46"/>
    <w:rsid w:val="00EF006E"/>
    <w:rsid w:val="00F55C35"/>
    <w:rsid w:val="00F55DFC"/>
    <w:rsid w:val="00F8240C"/>
    <w:rsid w:val="00F8575D"/>
    <w:rsid w:val="00FA3221"/>
    <w:rsid w:val="00FA6909"/>
    <w:rsid w:val="00FD1E12"/>
    <w:rsid w:val="00FD1F21"/>
    <w:rsid w:val="00FD7DE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города.dotx</Template>
  <TotalTime>0</TotalTime>
  <Pages>2</Pages>
  <Words>182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2023-11-24T04:37:00Z</cp:lastPrinted>
  <dcterms:created xsi:type="dcterms:W3CDTF">2023-11-27T09:55:00Z</dcterms:created>
  <dcterms:modified xsi:type="dcterms:W3CDTF">2023-11-27T09:55:00Z</dcterms:modified>
</cp:coreProperties>
</file>